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D919AC"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[Vali kuupäev]</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(hiliseima digitaalallkirja kuupäev)</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200D993B" w:rsidR="00B94694" w:rsidRPr="00487EC6" w:rsidRDefault="00155339" w:rsidP="00FA6E84">
      <w:pPr>
        <w:jc w:val="both"/>
        <w:rPr>
          <w:spacing w:val="0"/>
        </w:rPr>
      </w:pPr>
      <w:r w:rsidRPr="00487EC6">
        <w:rPr>
          <w:spacing w:val="0"/>
        </w:rPr>
        <w:br/>
      </w:r>
      <w:r w:rsidR="00B94694" w:rsidRPr="0044559A">
        <w:rPr>
          <w:spacing w:val="0"/>
        </w:rPr>
        <w:t xml:space="preserve">sõlmisid käesoleva </w:t>
      </w:r>
      <w:r w:rsidR="00B40651" w:rsidRPr="0044559A">
        <w:rPr>
          <w:spacing w:val="0"/>
        </w:rPr>
        <w:t>töövõtul</w:t>
      </w:r>
      <w:r w:rsidR="00DE11EC" w:rsidRPr="0044559A">
        <w:rPr>
          <w:spacing w:val="0"/>
        </w:rPr>
        <w:t xml:space="preserve">epingu, </w:t>
      </w:r>
      <w:r w:rsidR="00B94694" w:rsidRPr="0044559A">
        <w:rPr>
          <w:spacing w:val="0"/>
        </w:rPr>
        <w:t xml:space="preserve">edaspidi </w:t>
      </w:r>
      <w:r w:rsidR="000310AC" w:rsidRPr="0044559A">
        <w:rPr>
          <w:b/>
          <w:bCs/>
          <w:spacing w:val="0"/>
        </w:rPr>
        <w:t>l</w:t>
      </w:r>
      <w:r w:rsidR="00B94694" w:rsidRPr="0044559A">
        <w:rPr>
          <w:b/>
          <w:bCs/>
          <w:spacing w:val="0"/>
        </w:rPr>
        <w:t>eping</w:t>
      </w:r>
      <w:r w:rsidR="00DE11EC" w:rsidRPr="0044559A">
        <w:rPr>
          <w:spacing w:val="0"/>
        </w:rPr>
        <w:t xml:space="preserve">, </w:t>
      </w:r>
      <w:r w:rsidR="003265BD" w:rsidRPr="0044559A">
        <w:rPr>
          <w:spacing w:val="0"/>
        </w:rPr>
        <w:t xml:space="preserve">lihthanke </w:t>
      </w:r>
      <w:r w:rsidR="0079581D" w:rsidRPr="0044559A">
        <w:rPr>
          <w:spacing w:val="0"/>
        </w:rPr>
        <w:t>„</w:t>
      </w:r>
      <w:r w:rsidR="006E1D84" w:rsidRPr="0044559A">
        <w:rPr>
          <w:i/>
        </w:rPr>
        <w:t>Männikjärve raba õpperaja rekonstrueerimine</w:t>
      </w:r>
      <w:r w:rsidR="0008439E" w:rsidRPr="0044559A">
        <w:rPr>
          <w:spacing w:val="0"/>
        </w:rPr>
        <w:t xml:space="preserve"> </w:t>
      </w:r>
      <w:r w:rsidR="00D919AC">
        <w:rPr>
          <w:spacing w:val="0"/>
        </w:rPr>
        <w:t xml:space="preserve"> </w:t>
      </w:r>
      <w:bookmarkStart w:id="0" w:name="_GoBack"/>
      <w:bookmarkEnd w:id="0"/>
      <w:r w:rsidR="003265BD" w:rsidRPr="0044559A">
        <w:rPr>
          <w:spacing w:val="0"/>
        </w:rPr>
        <w:t>DHS</w:t>
      </w:r>
      <w:r w:rsidR="001950D6" w:rsidRPr="0044559A">
        <w:rPr>
          <w:spacing w:val="0"/>
        </w:rPr>
        <w:t xml:space="preserve"> nr 1-47</w:t>
      </w:r>
      <w:r w:rsidR="00310542" w:rsidRPr="0044559A">
        <w:rPr>
          <w:spacing w:val="0"/>
        </w:rPr>
        <w:t>/</w:t>
      </w:r>
      <w:r w:rsidR="0044559A" w:rsidRPr="0044559A">
        <w:rPr>
          <w:spacing w:val="0"/>
        </w:rPr>
        <w:t>2736</w:t>
      </w:r>
      <w:r w:rsidR="003265BD" w:rsidRPr="0044559A">
        <w:rPr>
          <w:spacing w:val="0"/>
        </w:rPr>
        <w:t>,</w:t>
      </w:r>
      <w:r w:rsidR="001950D6" w:rsidRPr="0044559A">
        <w:rPr>
          <w:spacing w:val="0"/>
        </w:rPr>
        <w:t xml:space="preserve"> (viitenumber </w:t>
      </w:r>
      <w:r w:rsidR="0044559A" w:rsidRPr="0044559A">
        <w:rPr>
          <w:spacing w:val="0"/>
          <w:lang w:val="en-AU"/>
        </w:rPr>
        <w:t>259968</w:t>
      </w:r>
      <w:r w:rsidR="001950D6" w:rsidRPr="0044559A">
        <w:rPr>
          <w:spacing w:val="0"/>
        </w:rPr>
        <w:t xml:space="preserve">) tulemusena </w:t>
      </w:r>
      <w:r w:rsidR="00B94694" w:rsidRPr="0044559A">
        <w:rPr>
          <w:spacing w:val="0"/>
        </w:rPr>
        <w:t>all</w:t>
      </w:r>
      <w:r w:rsidR="008D247D" w:rsidRPr="0044559A">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77777777"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DE11EC" w:rsidRPr="00554433">
        <w:rPr>
          <w:spacing w:val="0"/>
        </w:rPr>
        <w:fldChar w:fldCharType="begin"/>
      </w:r>
      <w:r w:rsidR="00DE11EC" w:rsidRPr="00554433">
        <w:rPr>
          <w:spacing w:val="0"/>
        </w:rPr>
        <w:instrText xml:space="preserve"> MACROBUTTON  AcceptAllChangesInDoc [Sisesta maakond]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vald]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asula]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aadress] </w:instrText>
      </w:r>
      <w:r w:rsidR="00DE11EC" w:rsidRPr="00554433">
        <w:rPr>
          <w:spacing w:val="0"/>
        </w:rPr>
        <w:fldChar w:fldCharType="end"/>
      </w:r>
      <w:r w:rsidR="00DD3F45" w:rsidRPr="00554433">
        <w:rPr>
          <w:spacing w:val="0"/>
        </w:rPr>
        <w:t xml:space="preserve">kinnistu number </w:t>
      </w:r>
      <w:r w:rsidR="00DE11EC" w:rsidRPr="00554433">
        <w:rPr>
          <w:spacing w:val="0"/>
        </w:rPr>
        <w:fldChar w:fldCharType="begin"/>
      </w:r>
      <w:r w:rsidR="00DE11EC" w:rsidRPr="00554433">
        <w:rPr>
          <w:spacing w:val="0"/>
        </w:rPr>
        <w:instrText xml:space="preserve"> MACROBUTTON  AcceptAllChangesInDoc [Sisesta kinnistu number] </w:instrText>
      </w:r>
      <w:r w:rsidR="00DE11EC" w:rsidRPr="00554433">
        <w:rPr>
          <w:spacing w:val="0"/>
        </w:rPr>
        <w:fldChar w:fldCharType="end"/>
      </w:r>
      <w:r w:rsidR="00C002C5" w:rsidRPr="00554433">
        <w:rPr>
          <w:spacing w:val="0"/>
        </w:rPr>
        <w:t xml:space="preserve">asuva </w:t>
      </w:r>
      <w:r w:rsidR="00082415" w:rsidRPr="00554433">
        <w:rPr>
          <w:spacing w:val="0"/>
        </w:rPr>
        <w:fldChar w:fldCharType="begin"/>
      </w:r>
      <w:r w:rsidR="00082415" w:rsidRPr="00554433">
        <w:rPr>
          <w:spacing w:val="0"/>
        </w:rPr>
        <w:instrText xml:space="preserve"> MACROBUTTON  AcceptAllChangesInDo</w:instrText>
      </w:r>
      <w:r w:rsidR="00155339" w:rsidRPr="00554433">
        <w:rPr>
          <w:spacing w:val="0"/>
        </w:rPr>
        <w:instrText>cAndStopTracking [Sisesta objekti nimi]</w:instrText>
      </w:r>
      <w:r w:rsidR="00082415" w:rsidRPr="00554433">
        <w:rPr>
          <w:spacing w:val="0"/>
        </w:rPr>
        <w:fldChar w:fldCharType="end"/>
      </w:r>
      <w:r w:rsidRPr="00554433">
        <w:rPr>
          <w:spacing w:val="0"/>
        </w:rPr>
        <w:t xml:space="preserve"> </w:t>
      </w:r>
      <w:r w:rsidR="007A2FCE" w:rsidRPr="00554433">
        <w:rPr>
          <w:spacing w:val="0"/>
        </w:rPr>
        <w:t>(</w:t>
      </w:r>
      <w:r w:rsidR="00C002C5" w:rsidRPr="00554433">
        <w:rPr>
          <w:spacing w:val="0"/>
        </w:rPr>
        <w:t>riigi kinnisvararegistri objekti kood</w:t>
      </w:r>
      <w:r w:rsidR="009109EE"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kood]</w:instrText>
      </w:r>
      <w:r w:rsidR="002171BB" w:rsidRPr="00554433">
        <w:rPr>
          <w:spacing w:val="0"/>
        </w:rPr>
        <w:fldChar w:fldCharType="end"/>
      </w:r>
      <w:r w:rsidR="0013298D" w:rsidRPr="00554433">
        <w:rPr>
          <w:spacing w:val="0"/>
        </w:rPr>
        <w:t xml:space="preserve"> </w:t>
      </w:r>
      <w:r w:rsidR="009D178B" w:rsidRPr="00554433">
        <w:rPr>
          <w:spacing w:val="0"/>
        </w:rPr>
        <w:t>ja</w:t>
      </w:r>
      <w:r w:rsidR="0013298D" w:rsidRPr="00554433">
        <w:rPr>
          <w:spacing w:val="0"/>
        </w:rPr>
        <w:t xml:space="preserve"> nim</w:t>
      </w:r>
      <w:r w:rsidR="009D178B" w:rsidRPr="00554433">
        <w:rPr>
          <w:spacing w:val="0"/>
        </w:rPr>
        <w:t>i</w:t>
      </w:r>
      <w:r w:rsidR="0013298D"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nimetus kinnivararegistris]</w:instrText>
      </w:r>
      <w:r w:rsidR="002171BB" w:rsidRPr="00554433">
        <w:rPr>
          <w:spacing w:val="0"/>
        </w:rPr>
        <w:fldChar w:fldCharType="end"/>
      </w:r>
      <w:r w:rsidR="009D178B" w:rsidRPr="00554433">
        <w:rPr>
          <w:spacing w:val="0"/>
        </w:rPr>
        <w:t>)</w:t>
      </w:r>
      <w:r w:rsidR="00DE11EC" w:rsidRPr="00554433">
        <w:rPr>
          <w:spacing w:val="0"/>
        </w:rPr>
        <w:t xml:space="preserve">,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Pr="00554433">
        <w:rPr>
          <w:spacing w:val="0"/>
        </w:rPr>
        <w:t>epinguga kokk</w:t>
      </w:r>
      <w:r w:rsidR="00DE11EC" w:rsidRPr="00554433">
        <w:rPr>
          <w:spacing w:val="0"/>
        </w:rPr>
        <w:t xml:space="preserve">ulepitud tingimustel ja korras, </w:t>
      </w:r>
      <w:r w:rsidRPr="00554433">
        <w:rPr>
          <w:spacing w:val="0"/>
        </w:rPr>
        <w:t xml:space="preserve">edaspidi </w:t>
      </w:r>
      <w:r w:rsidR="00BF5FC2" w:rsidRPr="00810573">
        <w:rPr>
          <w:b/>
          <w:spacing w:val="0"/>
        </w:rPr>
        <w:t>t</w:t>
      </w:r>
      <w:r w:rsidRPr="00810573">
        <w:rPr>
          <w:b/>
          <w:spacing w:val="0"/>
        </w:rPr>
        <w:t>öö</w:t>
      </w:r>
      <w:r w:rsidRPr="00554433">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77777777" w:rsidR="00D353D2" w:rsidRPr="00370EBA"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r w:rsidR="00FF59A2" w:rsidRPr="00370EBA">
        <w:rPr>
          <w:spacing w:val="0"/>
        </w:rPr>
        <w:fldChar w:fldCharType="begin"/>
      </w:r>
      <w:r w:rsidR="00FF59A2" w:rsidRPr="00370EBA">
        <w:rPr>
          <w:spacing w:val="0"/>
        </w:rPr>
        <w:instrText xml:space="preserve"> MACROBUTTON  AcceptAllChangesInDoc [Sisesta dokumendid] </w:instrText>
      </w:r>
      <w:r w:rsidR="00FF59A2" w:rsidRPr="00370EBA">
        <w:rPr>
          <w:spacing w:val="0"/>
        </w:rPr>
        <w:fldChar w:fldCharType="end"/>
      </w:r>
    </w:p>
    <w:p w14:paraId="25476E96" w14:textId="77777777" w:rsidR="00D353D2" w:rsidRPr="00554433" w:rsidRDefault="002171BB" w:rsidP="008627D6">
      <w:pPr>
        <w:pStyle w:val="Loendilik"/>
        <w:numPr>
          <w:ilvl w:val="1"/>
          <w:numId w:val="33"/>
        </w:numPr>
        <w:jc w:val="both"/>
        <w:rPr>
          <w:spacing w:val="0"/>
        </w:rPr>
      </w:pPr>
      <w:r w:rsidRPr="00554433">
        <w:rPr>
          <w:spacing w:val="0"/>
        </w:rPr>
        <w:fldChar w:fldCharType="begin"/>
      </w:r>
      <w:r w:rsidRPr="00554433">
        <w:rPr>
          <w:spacing w:val="0"/>
        </w:rPr>
        <w:instrText>MACROBUTTON NoMacro [</w:instrText>
      </w:r>
      <w:r w:rsidR="00155339" w:rsidRPr="00554433">
        <w:rPr>
          <w:spacing w:val="0"/>
        </w:rPr>
        <w:instrText>Sisesta p</w:instrText>
      </w:r>
      <w:r w:rsidRPr="00554433">
        <w:rPr>
          <w:spacing w:val="0"/>
        </w:rPr>
        <w:instrText>rojekteerimisettevõte]</w:instrText>
      </w:r>
      <w:r w:rsidRPr="00554433">
        <w:rPr>
          <w:spacing w:val="0"/>
        </w:rPr>
        <w:fldChar w:fldCharType="end"/>
      </w:r>
      <w:r w:rsidRPr="00554433">
        <w:rPr>
          <w:spacing w:val="0"/>
        </w:rPr>
        <w:t xml:space="preserve"> poolt koostatud </w:t>
      </w:r>
      <w:r w:rsidR="00155339"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 xml:space="preserve">Sisesta </w:instrText>
      </w:r>
      <w:r w:rsidR="00E66062" w:rsidRPr="00554433">
        <w:rPr>
          <w:spacing w:val="0"/>
        </w:rPr>
        <w:instrText xml:space="preserve">eel </w:instrText>
      </w:r>
      <w:r w:rsidRPr="00554433">
        <w:rPr>
          <w:spacing w:val="0"/>
        </w:rPr>
        <w:instrText xml:space="preserve">- või </w:instrText>
      </w:r>
      <w:r w:rsidR="00E66062" w:rsidRPr="00554433">
        <w:rPr>
          <w:spacing w:val="0"/>
        </w:rPr>
        <w:instrText xml:space="preserve"> põhi </w:instrText>
      </w:r>
      <w:r w:rsidRPr="00554433">
        <w:rPr>
          <w:spacing w:val="0"/>
        </w:rPr>
        <w:instrText xml:space="preserve">- </w:instrText>
      </w:r>
      <w:r w:rsidR="00E66062" w:rsidRPr="00554433">
        <w:rPr>
          <w:spacing w:val="0"/>
        </w:rPr>
        <w:instrText xml:space="preserve">või töö- </w:instrText>
      </w:r>
      <w:r w:rsidRPr="00554433">
        <w:rPr>
          <w:spacing w:val="0"/>
        </w:rPr>
        <w:instrText>või eritöö-]</w:instrText>
      </w:r>
      <w:r w:rsidRPr="00554433">
        <w:rPr>
          <w:spacing w:val="0"/>
        </w:rPr>
        <w:fldChar w:fldCharType="end"/>
      </w:r>
      <w:r w:rsidR="00155339" w:rsidRPr="00554433">
        <w:rPr>
          <w:spacing w:val="0"/>
        </w:rPr>
        <w:t xml:space="preserve"> </w:t>
      </w:r>
      <w:r w:rsidR="00D353D2" w:rsidRPr="00554433">
        <w:rPr>
          <w:spacing w:val="0"/>
        </w:rPr>
        <w:t>projekt (töö nr</w:t>
      </w:r>
      <w:r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number]</w:instrText>
      </w:r>
      <w:r w:rsidRPr="00554433">
        <w:rPr>
          <w:spacing w:val="0"/>
        </w:rPr>
        <w:fldChar w:fldCharType="end"/>
      </w:r>
      <w:r w:rsidR="00D353D2"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nimetus]</w:instrText>
      </w:r>
      <w:r w:rsidRPr="00554433">
        <w:rPr>
          <w:spacing w:val="0"/>
        </w:rPr>
        <w:fldChar w:fldCharType="end"/>
      </w:r>
      <w:r w:rsidR="00A53A0D">
        <w:rPr>
          <w:spacing w:val="0"/>
        </w:rPr>
        <w:t>).</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muinsuskaitselised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 xml:space="preserve">eelnevalt loetletud dokumente, kui </w:t>
      </w:r>
      <w:r w:rsidRPr="00554433">
        <w:rPr>
          <w:spacing w:val="0"/>
        </w:rPr>
        <w:lastRenderedPageBreak/>
        <w:t>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2ED6FA3B" w:rsidR="0010269D"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oendilik"/>
        <w:ind w:left="576"/>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oendilik"/>
        <w:numPr>
          <w:ilvl w:val="1"/>
          <w:numId w:val="33"/>
        </w:numPr>
        <w:jc w:val="both"/>
        <w:rPr>
          <w:spacing w:val="0"/>
        </w:rPr>
      </w:pPr>
      <w:r w:rsidRPr="00C35B77">
        <w:rPr>
          <w:spacing w:val="0"/>
        </w:rPr>
        <w:t>Töövõtja alustab ehitustööde teostamist pärast lepingu sõlmimist.</w:t>
      </w:r>
    </w:p>
    <w:p w14:paraId="2FDDBA04" w14:textId="77D57F07" w:rsidR="00543444" w:rsidRPr="00554433" w:rsidRDefault="00543444" w:rsidP="008627D6">
      <w:pPr>
        <w:pStyle w:val="Loendilik"/>
        <w:numPr>
          <w:ilvl w:val="1"/>
          <w:numId w:val="33"/>
        </w:numPr>
        <w:jc w:val="both"/>
        <w:rPr>
          <w:spacing w:val="0"/>
        </w:rPr>
      </w:pPr>
      <w:r w:rsidRPr="00554433">
        <w:rPr>
          <w:spacing w:val="0"/>
        </w:rPr>
        <w:t xml:space="preserve">Tööüleandmise </w:t>
      </w:r>
      <w:r w:rsidRPr="00E3404B">
        <w:rPr>
          <w:spacing w:val="0"/>
        </w:rPr>
        <w:t>lõpptäht</w:t>
      </w:r>
      <w:r w:rsidR="00F343EA" w:rsidRPr="00E3404B">
        <w:rPr>
          <w:spacing w:val="0"/>
        </w:rPr>
        <w:t>päev</w:t>
      </w:r>
      <w:r w:rsidRPr="00E3404B">
        <w:rPr>
          <w:spacing w:val="0"/>
        </w:rPr>
        <w:t xml:space="preserve"> </w:t>
      </w:r>
      <w:r w:rsidRPr="003409D8">
        <w:rPr>
          <w:b/>
          <w:spacing w:val="0"/>
        </w:rPr>
        <w:t>on</w:t>
      </w:r>
      <w:r w:rsidR="00676BC1" w:rsidRPr="003409D8">
        <w:rPr>
          <w:b/>
          <w:spacing w:val="0"/>
        </w:rPr>
        <w:t xml:space="preserve"> </w:t>
      </w:r>
      <w:r w:rsidR="003409D8">
        <w:rPr>
          <w:b/>
          <w:spacing w:val="0"/>
        </w:rPr>
        <w:t xml:space="preserve"> </w:t>
      </w:r>
      <w:r w:rsidR="003409D8" w:rsidRPr="003409D8">
        <w:rPr>
          <w:b/>
          <w:spacing w:val="0"/>
        </w:rPr>
        <w:t>30.11.2023.a</w:t>
      </w:r>
      <w:r w:rsidR="003409D8">
        <w:rPr>
          <w:spacing w:val="0"/>
        </w:rPr>
        <w:t xml:space="preserve"> </w:t>
      </w:r>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tööde üldmaksumus</w:t>
      </w:r>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üldmaksumus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Tööde üldmaksumusele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Tööde üldmaksumus</w:t>
      </w:r>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2A55CE4E" w:rsidR="008319DC"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Nimetatud graafik vormistatakse </w:t>
      </w:r>
      <w:r w:rsidR="00BF5FC2" w:rsidRPr="00554433">
        <w:rPr>
          <w:spacing w:val="0"/>
        </w:rPr>
        <w:t>l</w:t>
      </w:r>
      <w:r w:rsidR="00E2059B" w:rsidRPr="00554433">
        <w:rPr>
          <w:spacing w:val="0"/>
        </w:rPr>
        <w:t>epingu lisana.</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r w:rsidRPr="00FF59A2">
        <w:rPr>
          <w:spacing w:val="0"/>
        </w:rPr>
        <w:t xml:space="preserve">üldmaksumust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üldmaksumuse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4433">
        <w:rPr>
          <w:spacing w:val="0"/>
        </w:rPr>
        <w:t>l</w:t>
      </w:r>
      <w:r w:rsidR="0010269D" w:rsidRPr="00554433">
        <w:rPr>
          <w:spacing w:val="0"/>
        </w:rPr>
        <w:t xml:space="preserve">epingu </w:t>
      </w:r>
      <w:r w:rsidR="0010269D" w:rsidRPr="006D5E90">
        <w:rPr>
          <w:spacing w:val="0"/>
        </w:rPr>
        <w:t xml:space="preserve">punktis </w:t>
      </w:r>
      <w:r w:rsidR="00BF1C0D" w:rsidRPr="006D5E90">
        <w:rPr>
          <w:spacing w:val="0"/>
        </w:rPr>
        <w:t>5.8</w:t>
      </w:r>
      <w:r w:rsidR="0010269D" w:rsidRPr="006D5E90">
        <w:rPr>
          <w:spacing w:val="0"/>
        </w:rPr>
        <w:t>.</w:t>
      </w:r>
      <w:r w:rsidR="0010269D" w:rsidRPr="00554433">
        <w:rPr>
          <w:spacing w:val="0"/>
        </w:rPr>
        <w:t xml:space="preserve"> sätestatud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oendilik"/>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10454C80"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4D979465" w:rsidR="00F43A05"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4B24BFDB" w14:textId="2A87B5C0" w:rsidR="00C47A27" w:rsidRDefault="00C47A27" w:rsidP="00C47A27">
      <w:pPr>
        <w:pStyle w:val="Loendilik"/>
        <w:ind w:left="576"/>
        <w:jc w:val="both"/>
        <w:rPr>
          <w:spacing w:val="0"/>
        </w:rPr>
      </w:pPr>
    </w:p>
    <w:p w14:paraId="335443BE" w14:textId="77777777" w:rsidR="00C47A27" w:rsidRPr="00554433" w:rsidRDefault="00C47A27" w:rsidP="00C47A27">
      <w:pPr>
        <w:pStyle w:val="Loendilik"/>
        <w:ind w:left="576"/>
        <w:jc w:val="both"/>
        <w:rPr>
          <w:spacing w:val="0"/>
        </w:rPr>
      </w:pP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51A7CC7D" w14:textId="52C6471B"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üldmaksumuse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oendilik"/>
        <w:numPr>
          <w:ilvl w:val="1"/>
          <w:numId w:val="33"/>
        </w:numPr>
        <w:jc w:val="both"/>
        <w:rPr>
          <w:spacing w:val="0"/>
        </w:rPr>
      </w:pPr>
      <w:r w:rsidRPr="00554433">
        <w:rPr>
          <w:spacing w:val="0"/>
        </w:rPr>
        <w:t xml:space="preserve">Kaetud tööde </w:t>
      </w:r>
      <w:r w:rsidR="003D7D70" w:rsidRPr="00554433">
        <w:rPr>
          <w:spacing w:val="0"/>
        </w:rPr>
        <w:t xml:space="preserve">ülevaatamine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oendilik"/>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üleandmata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ellija esindaja soovi korral omal kulul avama üleandmata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oendilik"/>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554433">
        <w:rPr>
          <w:spacing w:val="0"/>
        </w:rPr>
        <w:t xml:space="preserve">Vaegtööde olemasolul kannab </w:t>
      </w:r>
      <w:r w:rsidR="005B7BA9" w:rsidRPr="00554433">
        <w:rPr>
          <w:spacing w:val="0"/>
        </w:rPr>
        <w:t>t</w:t>
      </w:r>
      <w:r w:rsidRPr="00554433">
        <w:rPr>
          <w:spacing w:val="0"/>
        </w:rPr>
        <w:t xml:space="preserve">öövõtja vaegtööde juhusliku hävimise või kahjustamise riisikot kuni vaegtööde vastuvõtmiseni </w:t>
      </w:r>
      <w:r w:rsidR="005B7BA9" w:rsidRPr="00554433">
        <w:rPr>
          <w:spacing w:val="0"/>
        </w:rPr>
        <w:t>t</w:t>
      </w:r>
      <w:r w:rsidRPr="00554433">
        <w:rPr>
          <w:spacing w:val="0"/>
        </w:rPr>
        <w:t>ellija poolt.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r w:rsidR="00580820" w:rsidRPr="00554433">
        <w:rPr>
          <w:spacing w:val="0"/>
        </w:rPr>
        <w:t>viisteist</w:t>
      </w:r>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77777777" w:rsidR="001515C2" w:rsidRPr="00554433" w:rsidRDefault="001515C2" w:rsidP="008627D6">
      <w:pPr>
        <w:pStyle w:val="Loendilik"/>
        <w:numPr>
          <w:ilvl w:val="1"/>
          <w:numId w:val="33"/>
        </w:numPr>
        <w:jc w:val="both"/>
        <w:rPr>
          <w:spacing w:val="0"/>
        </w:rPr>
      </w:pPr>
      <w:r w:rsidRPr="00554433">
        <w:rPr>
          <w:spacing w:val="0"/>
        </w:rPr>
        <w:t>Viimane makse, mis ei tohi olla väiksem kui 10</w:t>
      </w:r>
      <w:r w:rsidR="00C17206" w:rsidRPr="00554433">
        <w:rPr>
          <w:spacing w:val="0"/>
        </w:rPr>
        <w:t xml:space="preserve"> (kümme) </w:t>
      </w:r>
      <w:r w:rsidRPr="00554433">
        <w:rPr>
          <w:spacing w:val="0"/>
        </w:rPr>
        <w:t xml:space="preserve">% </w:t>
      </w:r>
      <w:r w:rsidR="00003552" w:rsidRPr="00554433">
        <w:rPr>
          <w:spacing w:val="0"/>
        </w:rPr>
        <w:t>l</w:t>
      </w:r>
      <w:r w:rsidRPr="00554433">
        <w:rPr>
          <w:spacing w:val="0"/>
        </w:rPr>
        <w:t xml:space="preserve">epingu hinnast, sooritatakse </w:t>
      </w:r>
      <w:r w:rsidR="00003552" w:rsidRPr="00554433">
        <w:rPr>
          <w:spacing w:val="0"/>
        </w:rPr>
        <w:t>t</w:t>
      </w:r>
      <w:r w:rsidRPr="00554433">
        <w:rPr>
          <w:spacing w:val="0"/>
        </w:rPr>
        <w:t xml:space="preserve">öövõtjale 3 </w:t>
      </w:r>
      <w:r w:rsidR="00003552" w:rsidRPr="00554433">
        <w:rPr>
          <w:spacing w:val="0"/>
        </w:rPr>
        <w:t xml:space="preserve">(kolme) </w:t>
      </w:r>
      <w:r w:rsidRPr="00554433">
        <w:rPr>
          <w:spacing w:val="0"/>
        </w:rPr>
        <w:t>tööpäeva jooksul peale ehitusobjektile kasutusloa vormistamist kohaliku omavalitsuse poolt.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E-arveldaja,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oendilik"/>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7D5605" w:rsidRDefault="005103AC" w:rsidP="008627D6">
      <w:pPr>
        <w:pStyle w:val="Loendilik"/>
        <w:numPr>
          <w:ilvl w:val="1"/>
          <w:numId w:val="33"/>
        </w:numPr>
        <w:jc w:val="both"/>
        <w:rPr>
          <w:spacing w:val="0"/>
        </w:rPr>
      </w:pPr>
      <w:r w:rsidRPr="007D5605">
        <w:rPr>
          <w:spacing w:val="0"/>
        </w:rPr>
        <w:t>Töövõtjal on õigus nõuda tellijalt arvete mittetähtaegse tasumise korral viivist 0,15% tähtajaks tasumata summalt iga viivitatud päeva eest (esitatud arvete alusel).</w:t>
      </w:r>
    </w:p>
    <w:p w14:paraId="5F7EB9C7" w14:textId="77777777"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üldmaksumusest </w:t>
      </w:r>
      <w:r w:rsidRPr="007D5605">
        <w:rPr>
          <w:spacing w:val="0"/>
        </w:rPr>
        <w:t xml:space="preserve">iga lepingus sätestatud lõpptähtaega ületanud nädala 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77777777"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4CD005F3" w14:textId="4C195686" w:rsidR="00926027" w:rsidRDefault="00010E89" w:rsidP="00FF59A2">
      <w:pPr>
        <w:pStyle w:val="Loendilik"/>
        <w:numPr>
          <w:ilvl w:val="2"/>
          <w:numId w:val="33"/>
        </w:numPr>
        <w:jc w:val="both"/>
        <w:rPr>
          <w:spacing w:val="0"/>
        </w:rPr>
      </w:pPr>
      <w:r w:rsidRPr="00554433">
        <w:rPr>
          <w:spacing w:val="0"/>
        </w:rPr>
        <w:t>V</w:t>
      </w:r>
      <w:r w:rsidR="00366B8F" w:rsidRPr="00554433">
        <w:rPr>
          <w:spacing w:val="0"/>
        </w:rPr>
        <w:t xml:space="preserve">astutav </w:t>
      </w:r>
      <w:r w:rsidR="00333E02" w:rsidRPr="00554433">
        <w:rPr>
          <w:spacing w:val="0"/>
        </w:rPr>
        <w:t xml:space="preserve">pädev isik </w:t>
      </w:r>
      <w:r w:rsidR="00F61E68">
        <w:rPr>
          <w:spacing w:val="0"/>
        </w:rPr>
        <w:t xml:space="preserve">(mh </w:t>
      </w:r>
      <w:r w:rsidR="00366B8F" w:rsidRPr="00554433">
        <w:rPr>
          <w:spacing w:val="0"/>
        </w:rPr>
        <w:t>Majandustegevuse Registri mõistes</w:t>
      </w:r>
      <w:r w:rsidR="00F61E68">
        <w:rPr>
          <w:spacing w:val="0"/>
        </w:rPr>
        <w:t>, kui see on asjakohane)</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8715803" w14:textId="6246E41D"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E-kirja teel edastatud teated peetakse kättesaaduks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44A4D1A7" w14:textId="77777777" w:rsidR="00641B5E" w:rsidRPr="00641B5E" w:rsidRDefault="005A5F0E" w:rsidP="008627D6">
      <w:pPr>
        <w:pStyle w:val="Loendilik"/>
        <w:numPr>
          <w:ilvl w:val="1"/>
          <w:numId w:val="33"/>
        </w:numPr>
        <w:jc w:val="both"/>
        <w:rPr>
          <w:spacing w:val="0"/>
        </w:rPr>
      </w:pPr>
      <w:r w:rsidRPr="00554433">
        <w:rPr>
          <w:spacing w:val="0"/>
        </w:rPr>
        <w:t xml:space="preserve">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w:t>
      </w:r>
      <w:r w:rsidRPr="00641B5E">
        <w:rPr>
          <w:spacing w:val="0"/>
        </w:rPr>
        <w:t xml:space="preserve">lepingu ennetähtaegse ülesütlemisega tekitatud kahju, kuid mitte rohkem, </w:t>
      </w:r>
    </w:p>
    <w:p w14:paraId="279D3E2F" w14:textId="06675141" w:rsidR="005A5F0E" w:rsidRPr="00641B5E" w:rsidRDefault="00641B5E" w:rsidP="00641B5E">
      <w:pPr>
        <w:pStyle w:val="Loendilik"/>
        <w:ind w:left="576"/>
        <w:jc w:val="both"/>
        <w:rPr>
          <w:spacing w:val="0"/>
        </w:rPr>
      </w:pPr>
      <w:r w:rsidRPr="00641B5E">
        <w:rPr>
          <w:spacing w:val="0"/>
        </w:rPr>
        <w:t>kui 5 (viis</w:t>
      </w:r>
      <w:r w:rsidR="00E17C08" w:rsidRPr="00641B5E">
        <w:rPr>
          <w:spacing w:val="0"/>
        </w:rPr>
        <w:t xml:space="preserve">) </w:t>
      </w:r>
      <w:r w:rsidR="005A5F0E" w:rsidRPr="00641B5E">
        <w:rPr>
          <w:spacing w:val="0"/>
        </w:rPr>
        <w:t>% lepingus ettenähtud töövõtjale makstavast tasust.</w:t>
      </w:r>
    </w:p>
    <w:p w14:paraId="56676418" w14:textId="77777777"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D919AC"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77777777" w:rsidR="00561311" w:rsidRDefault="0046327F" w:rsidP="00155339">
            <w:pPr>
              <w:tabs>
                <w:tab w:val="left" w:pos="4320"/>
              </w:tabs>
              <w:jc w:val="both"/>
              <w:rPr>
                <w:spacing w:val="0"/>
              </w:rPr>
            </w:pPr>
            <w:r>
              <w:rPr>
                <w:spacing w:val="0"/>
              </w:rPr>
              <w:t>Sagadi</w:t>
            </w:r>
            <w:r w:rsidR="00B21C20">
              <w:rPr>
                <w:spacing w:val="0"/>
              </w:rPr>
              <w:t xml:space="preserve"> küla, Haljala</w:t>
            </w:r>
            <w:r>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77777777" w:rsidR="00487EC6" w:rsidRDefault="00D919AC"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D919AC"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46327F">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4384B" w14:textId="77777777" w:rsidR="009467DC" w:rsidRDefault="009467DC">
      <w:r>
        <w:separator/>
      </w:r>
    </w:p>
  </w:endnote>
  <w:endnote w:type="continuationSeparator" w:id="0">
    <w:p w14:paraId="05EFDBAA" w14:textId="77777777" w:rsidR="009467DC" w:rsidRDefault="00946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AAA9B" w14:textId="77777777" w:rsidR="009467DC" w:rsidRDefault="009467DC">
      <w:r>
        <w:separator/>
      </w:r>
    </w:p>
  </w:footnote>
  <w:footnote w:type="continuationSeparator" w:id="0">
    <w:p w14:paraId="5BF76CFC" w14:textId="77777777" w:rsidR="009467DC" w:rsidRDefault="00946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758204"/>
      <w:docPartObj>
        <w:docPartGallery w:val="Page Numbers (Top of Page)"/>
        <w:docPartUnique/>
      </w:docPartObj>
    </w:sdtPr>
    <w:sdtEndPr/>
    <w:sdtContent>
      <w:p w14:paraId="22E409E4" w14:textId="001320EC" w:rsidR="0020776E" w:rsidRDefault="0020776E">
        <w:pPr>
          <w:pStyle w:val="Pis"/>
          <w:jc w:val="center"/>
        </w:pPr>
        <w:r>
          <w:fldChar w:fldCharType="begin"/>
        </w:r>
        <w:r>
          <w:instrText>PAGE   \* MERGEFORMAT</w:instrText>
        </w:r>
        <w:r>
          <w:fldChar w:fldCharType="separate"/>
        </w:r>
        <w:r w:rsidR="00D919AC">
          <w:rPr>
            <w:noProof/>
          </w:rPr>
          <w:t>2</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B982F" w14:textId="3B839F3D" w:rsidR="0020776E" w:rsidRDefault="0020776E">
    <w:pPr>
      <w:pStyle w:val="Pis"/>
      <w:rPr>
        <w:b/>
      </w:rPr>
    </w:pPr>
    <w:r w:rsidRPr="00E70F10">
      <w:rPr>
        <w:b/>
      </w:rPr>
      <w:t>HANKELEPINGU VORM</w:t>
    </w:r>
    <w:r>
      <w:rPr>
        <w:b/>
      </w:rPr>
      <w:tab/>
    </w:r>
    <w:r>
      <w:rPr>
        <w:b/>
      </w:rPr>
      <w:tab/>
      <w:t>Hankedokumentide lisa 1</w:t>
    </w:r>
  </w:p>
  <w:p w14:paraId="6FDEF6A5" w14:textId="1623E0C4" w:rsidR="0020776E" w:rsidRDefault="006E1D84" w:rsidP="00553153">
    <w:pPr>
      <w:pStyle w:val="Pis"/>
      <w:rPr>
        <w:i/>
      </w:rPr>
    </w:pPr>
    <w:r>
      <w:rPr>
        <w:i/>
      </w:rPr>
      <w:t>Männikjärve raba õpperaja rekonstrueerimine</w:t>
    </w:r>
    <w:r w:rsidR="0020776E">
      <w:rPr>
        <w:i/>
      </w:rPr>
      <w:t xml:space="preserve"> </w:t>
    </w:r>
  </w:p>
  <w:p w14:paraId="7972699C" w14:textId="77777777" w:rsidR="00C47A27" w:rsidRPr="00C47A27" w:rsidRDefault="00C47A27" w:rsidP="00553153">
    <w:pPr>
      <w:pStyle w:val="Pis"/>
      <w:rPr>
        <w:i/>
        <w:sz w:val="16"/>
        <w:szCs w:val="16"/>
      </w:rPr>
    </w:pPr>
  </w:p>
  <w:p w14:paraId="19E0B07A" w14:textId="07324793" w:rsidR="0020776E" w:rsidRDefault="0020776E" w:rsidP="00553153">
    <w:pPr>
      <w:pStyle w:val="Pis"/>
      <w:rPr>
        <w:b/>
      </w:rPr>
    </w:pPr>
    <w:r>
      <w:rPr>
        <w:noProof/>
        <w:lang w:eastAsia="et-EE"/>
      </w:rPr>
      <w:drawing>
        <wp:inline distT="0" distB="0" distL="0" distR="0" wp14:anchorId="3BBDF70D" wp14:editId="01BB6EB1">
          <wp:extent cx="1706880" cy="904240"/>
          <wp:effectExtent l="0" t="0" r="762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904240"/>
                  </a:xfrm>
                  <a:prstGeom prst="rect">
                    <a:avLst/>
                  </a:prstGeom>
                  <a:noFill/>
                  <a:ln>
                    <a:noFill/>
                  </a:ln>
                </pic:spPr>
              </pic:pic>
            </a:graphicData>
          </a:graphic>
        </wp:inline>
      </w:drawing>
    </w:r>
  </w:p>
  <w:p w14:paraId="2EF08641" w14:textId="77777777" w:rsidR="0020776E" w:rsidRPr="00C47A27" w:rsidRDefault="0020776E" w:rsidP="00553153">
    <w:pPr>
      <w:pStyle w:val="Pis"/>
      <w:rPr>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4"/>
  </w:num>
  <w:num w:numId="2">
    <w:abstractNumId w:val="23"/>
  </w:num>
  <w:num w:numId="3">
    <w:abstractNumId w:val="5"/>
  </w:num>
  <w:num w:numId="4">
    <w:abstractNumId w:val="28"/>
  </w:num>
  <w:num w:numId="5">
    <w:abstractNumId w:val="19"/>
  </w:num>
  <w:num w:numId="6">
    <w:abstractNumId w:val="25"/>
  </w:num>
  <w:num w:numId="7">
    <w:abstractNumId w:val="15"/>
  </w:num>
  <w:num w:numId="8">
    <w:abstractNumId w:val="0"/>
  </w:num>
  <w:num w:numId="9">
    <w:abstractNumId w:val="22"/>
  </w:num>
  <w:num w:numId="10">
    <w:abstractNumId w:val="7"/>
  </w:num>
  <w:num w:numId="11">
    <w:abstractNumId w:val="31"/>
  </w:num>
  <w:num w:numId="12">
    <w:abstractNumId w:val="16"/>
  </w:num>
  <w:num w:numId="13">
    <w:abstractNumId w:val="11"/>
  </w:num>
  <w:num w:numId="14">
    <w:abstractNumId w:val="30"/>
  </w:num>
  <w:num w:numId="15">
    <w:abstractNumId w:val="27"/>
  </w:num>
  <w:num w:numId="16">
    <w:abstractNumId w:val="12"/>
  </w:num>
  <w:num w:numId="17">
    <w:abstractNumId w:val="4"/>
  </w:num>
  <w:num w:numId="18">
    <w:abstractNumId w:val="20"/>
  </w:num>
  <w:num w:numId="19">
    <w:abstractNumId w:val="14"/>
  </w:num>
  <w:num w:numId="20">
    <w:abstractNumId w:val="29"/>
  </w:num>
  <w:num w:numId="21">
    <w:abstractNumId w:val="18"/>
  </w:num>
  <w:num w:numId="22">
    <w:abstractNumId w:val="21"/>
  </w:num>
  <w:num w:numId="23">
    <w:abstractNumId w:val="6"/>
  </w:num>
  <w:num w:numId="24">
    <w:abstractNumId w:val="10"/>
  </w:num>
  <w:num w:numId="25">
    <w:abstractNumId w:val="1"/>
  </w:num>
  <w:num w:numId="26">
    <w:abstractNumId w:val="9"/>
  </w:num>
  <w:num w:numId="27">
    <w:abstractNumId w:val="17"/>
  </w:num>
  <w:num w:numId="28">
    <w:abstractNumId w:val="26"/>
  </w:num>
  <w:num w:numId="29">
    <w:abstractNumId w:val="13"/>
  </w:num>
  <w:num w:numId="30">
    <w:abstractNumId w:val="8"/>
  </w:num>
  <w:num w:numId="31">
    <w:abstractNumId w:val="3"/>
  </w:num>
  <w:num w:numId="32">
    <w:abstractNumId w:val="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BC"/>
    <w:rsid w:val="00003552"/>
    <w:rsid w:val="00007B2B"/>
    <w:rsid w:val="00010E89"/>
    <w:rsid w:val="00024C33"/>
    <w:rsid w:val="000310AC"/>
    <w:rsid w:val="000314D3"/>
    <w:rsid w:val="000470C0"/>
    <w:rsid w:val="000521CE"/>
    <w:rsid w:val="00060081"/>
    <w:rsid w:val="0006341C"/>
    <w:rsid w:val="0007111D"/>
    <w:rsid w:val="0007601E"/>
    <w:rsid w:val="00082415"/>
    <w:rsid w:val="000826CB"/>
    <w:rsid w:val="00083543"/>
    <w:rsid w:val="0008439E"/>
    <w:rsid w:val="00084BA6"/>
    <w:rsid w:val="00085556"/>
    <w:rsid w:val="00086A22"/>
    <w:rsid w:val="000B213D"/>
    <w:rsid w:val="000B31BC"/>
    <w:rsid w:val="000C10F1"/>
    <w:rsid w:val="000D2592"/>
    <w:rsid w:val="001023BF"/>
    <w:rsid w:val="0010269D"/>
    <w:rsid w:val="00107404"/>
    <w:rsid w:val="00110912"/>
    <w:rsid w:val="0013298D"/>
    <w:rsid w:val="00134E00"/>
    <w:rsid w:val="001515C2"/>
    <w:rsid w:val="00155339"/>
    <w:rsid w:val="00156025"/>
    <w:rsid w:val="00161B84"/>
    <w:rsid w:val="0017064E"/>
    <w:rsid w:val="0017504A"/>
    <w:rsid w:val="001950D6"/>
    <w:rsid w:val="001A375B"/>
    <w:rsid w:val="001A7DC6"/>
    <w:rsid w:val="001B0DD7"/>
    <w:rsid w:val="001B3B92"/>
    <w:rsid w:val="001D7643"/>
    <w:rsid w:val="001E0346"/>
    <w:rsid w:val="001E1A21"/>
    <w:rsid w:val="001E45E2"/>
    <w:rsid w:val="001F694C"/>
    <w:rsid w:val="0020776E"/>
    <w:rsid w:val="002171BB"/>
    <w:rsid w:val="00226FE0"/>
    <w:rsid w:val="00243153"/>
    <w:rsid w:val="00252553"/>
    <w:rsid w:val="00263586"/>
    <w:rsid w:val="00266BC5"/>
    <w:rsid w:val="002727E6"/>
    <w:rsid w:val="00273BFA"/>
    <w:rsid w:val="002820BC"/>
    <w:rsid w:val="002832E7"/>
    <w:rsid w:val="002857EB"/>
    <w:rsid w:val="002A3155"/>
    <w:rsid w:val="002A3368"/>
    <w:rsid w:val="002B4335"/>
    <w:rsid w:val="002B5483"/>
    <w:rsid w:val="002C397D"/>
    <w:rsid w:val="002D53B8"/>
    <w:rsid w:val="002D6DC8"/>
    <w:rsid w:val="002E19B4"/>
    <w:rsid w:val="002E2CD0"/>
    <w:rsid w:val="002E4109"/>
    <w:rsid w:val="002E558B"/>
    <w:rsid w:val="002F2B06"/>
    <w:rsid w:val="00310542"/>
    <w:rsid w:val="00323196"/>
    <w:rsid w:val="003238B6"/>
    <w:rsid w:val="003265BD"/>
    <w:rsid w:val="003313EF"/>
    <w:rsid w:val="00333E02"/>
    <w:rsid w:val="00334246"/>
    <w:rsid w:val="00335638"/>
    <w:rsid w:val="00337F97"/>
    <w:rsid w:val="0034005B"/>
    <w:rsid w:val="003409D8"/>
    <w:rsid w:val="00343EBA"/>
    <w:rsid w:val="0034767B"/>
    <w:rsid w:val="00356DA0"/>
    <w:rsid w:val="00357644"/>
    <w:rsid w:val="003576E1"/>
    <w:rsid w:val="00366B39"/>
    <w:rsid w:val="00366B8F"/>
    <w:rsid w:val="003706B3"/>
    <w:rsid w:val="00370EBA"/>
    <w:rsid w:val="00394B2F"/>
    <w:rsid w:val="003D2132"/>
    <w:rsid w:val="003D2F9D"/>
    <w:rsid w:val="003D7D70"/>
    <w:rsid w:val="003F68D6"/>
    <w:rsid w:val="0040040D"/>
    <w:rsid w:val="00407EB4"/>
    <w:rsid w:val="00413C7B"/>
    <w:rsid w:val="00425102"/>
    <w:rsid w:val="004255B8"/>
    <w:rsid w:val="00427B5B"/>
    <w:rsid w:val="0043036B"/>
    <w:rsid w:val="00431854"/>
    <w:rsid w:val="0044559A"/>
    <w:rsid w:val="0045429A"/>
    <w:rsid w:val="0046327F"/>
    <w:rsid w:val="00470DE8"/>
    <w:rsid w:val="00476F34"/>
    <w:rsid w:val="00477BE3"/>
    <w:rsid w:val="004812F1"/>
    <w:rsid w:val="00487EC6"/>
    <w:rsid w:val="00493647"/>
    <w:rsid w:val="004953A8"/>
    <w:rsid w:val="00495612"/>
    <w:rsid w:val="004A4BF3"/>
    <w:rsid w:val="004A7A4E"/>
    <w:rsid w:val="004C3F55"/>
    <w:rsid w:val="004D7186"/>
    <w:rsid w:val="004E2F0E"/>
    <w:rsid w:val="004E37F4"/>
    <w:rsid w:val="004F260C"/>
    <w:rsid w:val="005001FD"/>
    <w:rsid w:val="00505485"/>
    <w:rsid w:val="005103AC"/>
    <w:rsid w:val="005160E2"/>
    <w:rsid w:val="005202B2"/>
    <w:rsid w:val="00520B53"/>
    <w:rsid w:val="00524815"/>
    <w:rsid w:val="0052558B"/>
    <w:rsid w:val="00526AE1"/>
    <w:rsid w:val="0053543F"/>
    <w:rsid w:val="005360A5"/>
    <w:rsid w:val="00536DE3"/>
    <w:rsid w:val="00543444"/>
    <w:rsid w:val="0054615E"/>
    <w:rsid w:val="00547C65"/>
    <w:rsid w:val="005523BA"/>
    <w:rsid w:val="00553153"/>
    <w:rsid w:val="00554433"/>
    <w:rsid w:val="00561311"/>
    <w:rsid w:val="00564B84"/>
    <w:rsid w:val="005674A0"/>
    <w:rsid w:val="00580820"/>
    <w:rsid w:val="00581B92"/>
    <w:rsid w:val="00584E25"/>
    <w:rsid w:val="00587ED9"/>
    <w:rsid w:val="00597C4F"/>
    <w:rsid w:val="005A3A33"/>
    <w:rsid w:val="005A5F0E"/>
    <w:rsid w:val="005B2378"/>
    <w:rsid w:val="005B6CCC"/>
    <w:rsid w:val="005B7BA9"/>
    <w:rsid w:val="005C0D61"/>
    <w:rsid w:val="005C164A"/>
    <w:rsid w:val="005D4A5A"/>
    <w:rsid w:val="005D75BC"/>
    <w:rsid w:val="005E2123"/>
    <w:rsid w:val="005F0DD5"/>
    <w:rsid w:val="005F32F1"/>
    <w:rsid w:val="006034AC"/>
    <w:rsid w:val="00605DC9"/>
    <w:rsid w:val="00610B3B"/>
    <w:rsid w:val="006302B5"/>
    <w:rsid w:val="00641B5E"/>
    <w:rsid w:val="00641EBD"/>
    <w:rsid w:val="00644EEE"/>
    <w:rsid w:val="00653E92"/>
    <w:rsid w:val="00657374"/>
    <w:rsid w:val="006656D7"/>
    <w:rsid w:val="00666B60"/>
    <w:rsid w:val="00667683"/>
    <w:rsid w:val="00675252"/>
    <w:rsid w:val="00676BC1"/>
    <w:rsid w:val="00680884"/>
    <w:rsid w:val="00682E09"/>
    <w:rsid w:val="00687AAF"/>
    <w:rsid w:val="006925D6"/>
    <w:rsid w:val="006D2CFA"/>
    <w:rsid w:val="006D5CD2"/>
    <w:rsid w:val="006D5E90"/>
    <w:rsid w:val="006E1D84"/>
    <w:rsid w:val="006E493A"/>
    <w:rsid w:val="006F36C4"/>
    <w:rsid w:val="00701A6A"/>
    <w:rsid w:val="00713428"/>
    <w:rsid w:val="00727DC2"/>
    <w:rsid w:val="00740B81"/>
    <w:rsid w:val="00742BF5"/>
    <w:rsid w:val="00747DAF"/>
    <w:rsid w:val="00764277"/>
    <w:rsid w:val="007660CE"/>
    <w:rsid w:val="007741C1"/>
    <w:rsid w:val="00780F2A"/>
    <w:rsid w:val="0079313F"/>
    <w:rsid w:val="0079581D"/>
    <w:rsid w:val="007A139E"/>
    <w:rsid w:val="007A2FCE"/>
    <w:rsid w:val="007A541D"/>
    <w:rsid w:val="007D5605"/>
    <w:rsid w:val="0080599F"/>
    <w:rsid w:val="00810573"/>
    <w:rsid w:val="008145C3"/>
    <w:rsid w:val="00817E41"/>
    <w:rsid w:val="008235A5"/>
    <w:rsid w:val="008319DC"/>
    <w:rsid w:val="00846115"/>
    <w:rsid w:val="008518B9"/>
    <w:rsid w:val="008522D5"/>
    <w:rsid w:val="00852AE5"/>
    <w:rsid w:val="00855849"/>
    <w:rsid w:val="0085684B"/>
    <w:rsid w:val="0085737D"/>
    <w:rsid w:val="008627D6"/>
    <w:rsid w:val="00862E8E"/>
    <w:rsid w:val="00865FC7"/>
    <w:rsid w:val="00877A32"/>
    <w:rsid w:val="008816FB"/>
    <w:rsid w:val="00882874"/>
    <w:rsid w:val="008A7EFF"/>
    <w:rsid w:val="008B3DA5"/>
    <w:rsid w:val="008B68D6"/>
    <w:rsid w:val="008C2178"/>
    <w:rsid w:val="008C7512"/>
    <w:rsid w:val="008D247D"/>
    <w:rsid w:val="008D6B3A"/>
    <w:rsid w:val="009109EE"/>
    <w:rsid w:val="0091421C"/>
    <w:rsid w:val="00915420"/>
    <w:rsid w:val="00925DB6"/>
    <w:rsid w:val="00926027"/>
    <w:rsid w:val="009311E2"/>
    <w:rsid w:val="009325FD"/>
    <w:rsid w:val="00933BFC"/>
    <w:rsid w:val="009467DC"/>
    <w:rsid w:val="00954F57"/>
    <w:rsid w:val="009603AB"/>
    <w:rsid w:val="009620E2"/>
    <w:rsid w:val="0096739E"/>
    <w:rsid w:val="009735BF"/>
    <w:rsid w:val="0099427C"/>
    <w:rsid w:val="009B1A47"/>
    <w:rsid w:val="009B79B9"/>
    <w:rsid w:val="009C4B94"/>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24D7"/>
    <w:rsid w:val="00A24BB4"/>
    <w:rsid w:val="00A40C55"/>
    <w:rsid w:val="00A4356D"/>
    <w:rsid w:val="00A5157A"/>
    <w:rsid w:val="00A53A0D"/>
    <w:rsid w:val="00A74D30"/>
    <w:rsid w:val="00A834E8"/>
    <w:rsid w:val="00A95CB9"/>
    <w:rsid w:val="00A9606E"/>
    <w:rsid w:val="00AC4F61"/>
    <w:rsid w:val="00AC5E3D"/>
    <w:rsid w:val="00AE4FB5"/>
    <w:rsid w:val="00AF38E6"/>
    <w:rsid w:val="00AF7594"/>
    <w:rsid w:val="00B07EEC"/>
    <w:rsid w:val="00B209BA"/>
    <w:rsid w:val="00B21C20"/>
    <w:rsid w:val="00B25834"/>
    <w:rsid w:val="00B31366"/>
    <w:rsid w:val="00B40651"/>
    <w:rsid w:val="00B44CC4"/>
    <w:rsid w:val="00B51ED3"/>
    <w:rsid w:val="00B5699C"/>
    <w:rsid w:val="00B56D57"/>
    <w:rsid w:val="00B60B3C"/>
    <w:rsid w:val="00B81DF9"/>
    <w:rsid w:val="00B9464B"/>
    <w:rsid w:val="00B94694"/>
    <w:rsid w:val="00B96B64"/>
    <w:rsid w:val="00BA0CDE"/>
    <w:rsid w:val="00BB626F"/>
    <w:rsid w:val="00BC1391"/>
    <w:rsid w:val="00BC753E"/>
    <w:rsid w:val="00BD020B"/>
    <w:rsid w:val="00BD3B59"/>
    <w:rsid w:val="00BE2D03"/>
    <w:rsid w:val="00BF0471"/>
    <w:rsid w:val="00BF1C0D"/>
    <w:rsid w:val="00BF42DA"/>
    <w:rsid w:val="00BF5FC2"/>
    <w:rsid w:val="00C002C5"/>
    <w:rsid w:val="00C006DF"/>
    <w:rsid w:val="00C12E2E"/>
    <w:rsid w:val="00C17206"/>
    <w:rsid w:val="00C30F0E"/>
    <w:rsid w:val="00C30F53"/>
    <w:rsid w:val="00C37A3E"/>
    <w:rsid w:val="00C426B9"/>
    <w:rsid w:val="00C448C0"/>
    <w:rsid w:val="00C47A27"/>
    <w:rsid w:val="00C47C61"/>
    <w:rsid w:val="00C54E68"/>
    <w:rsid w:val="00C557C3"/>
    <w:rsid w:val="00C83EF3"/>
    <w:rsid w:val="00C86E0A"/>
    <w:rsid w:val="00CA1F35"/>
    <w:rsid w:val="00CA2B5D"/>
    <w:rsid w:val="00CA7555"/>
    <w:rsid w:val="00CB0E41"/>
    <w:rsid w:val="00CC0DD2"/>
    <w:rsid w:val="00CC3F43"/>
    <w:rsid w:val="00CE0335"/>
    <w:rsid w:val="00CF2C51"/>
    <w:rsid w:val="00CF2D96"/>
    <w:rsid w:val="00D135D3"/>
    <w:rsid w:val="00D21B88"/>
    <w:rsid w:val="00D256FE"/>
    <w:rsid w:val="00D353D2"/>
    <w:rsid w:val="00D35EDF"/>
    <w:rsid w:val="00D56821"/>
    <w:rsid w:val="00D63E89"/>
    <w:rsid w:val="00D64E88"/>
    <w:rsid w:val="00D708C2"/>
    <w:rsid w:val="00D84DA4"/>
    <w:rsid w:val="00D84FE7"/>
    <w:rsid w:val="00D856BC"/>
    <w:rsid w:val="00D919AC"/>
    <w:rsid w:val="00DA731F"/>
    <w:rsid w:val="00DD2D98"/>
    <w:rsid w:val="00DD3F45"/>
    <w:rsid w:val="00DD7F36"/>
    <w:rsid w:val="00DE11EC"/>
    <w:rsid w:val="00DF51C2"/>
    <w:rsid w:val="00E01ADB"/>
    <w:rsid w:val="00E03F91"/>
    <w:rsid w:val="00E04B90"/>
    <w:rsid w:val="00E16521"/>
    <w:rsid w:val="00E17C08"/>
    <w:rsid w:val="00E2059B"/>
    <w:rsid w:val="00E24BBE"/>
    <w:rsid w:val="00E2712D"/>
    <w:rsid w:val="00E30997"/>
    <w:rsid w:val="00E3404B"/>
    <w:rsid w:val="00E34868"/>
    <w:rsid w:val="00E658EA"/>
    <w:rsid w:val="00E66062"/>
    <w:rsid w:val="00E70F10"/>
    <w:rsid w:val="00E71096"/>
    <w:rsid w:val="00E71C8B"/>
    <w:rsid w:val="00E768F7"/>
    <w:rsid w:val="00EB6921"/>
    <w:rsid w:val="00EC1837"/>
    <w:rsid w:val="00EC39BF"/>
    <w:rsid w:val="00ED074F"/>
    <w:rsid w:val="00ED4B3D"/>
    <w:rsid w:val="00EF41D6"/>
    <w:rsid w:val="00F04BBC"/>
    <w:rsid w:val="00F16BE3"/>
    <w:rsid w:val="00F238C2"/>
    <w:rsid w:val="00F26104"/>
    <w:rsid w:val="00F343EA"/>
    <w:rsid w:val="00F421B5"/>
    <w:rsid w:val="00F43A05"/>
    <w:rsid w:val="00F51B86"/>
    <w:rsid w:val="00F57EA5"/>
    <w:rsid w:val="00F61E68"/>
    <w:rsid w:val="00F73984"/>
    <w:rsid w:val="00F74E58"/>
    <w:rsid w:val="00F767BA"/>
    <w:rsid w:val="00F82458"/>
    <w:rsid w:val="00F85642"/>
    <w:rsid w:val="00F962AD"/>
    <w:rsid w:val="00FA6E84"/>
    <w:rsid w:val="00FB6760"/>
    <w:rsid w:val="00FC552E"/>
    <w:rsid w:val="00FE05CF"/>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8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E6"/>
    <w:rsid w:val="00294645"/>
    <w:rsid w:val="00401CF8"/>
    <w:rsid w:val="007A2383"/>
    <w:rsid w:val="00A75EC2"/>
    <w:rsid w:val="00B65668"/>
    <w:rsid w:val="00BB56E6"/>
    <w:rsid w:val="00CA46CB"/>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C25C2-2842-42FF-AE93-C7A17329D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29</TotalTime>
  <Pages>9</Pages>
  <Words>4049</Words>
  <Characters>23489</Characters>
  <Application>Microsoft Office Word</Application>
  <DocSecurity>0</DocSecurity>
  <Lines>195</Lines>
  <Paragraphs>54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6</cp:revision>
  <cp:lastPrinted>2012-01-19T11:15:00Z</cp:lastPrinted>
  <dcterms:created xsi:type="dcterms:W3CDTF">2023-01-25T07:48:00Z</dcterms:created>
  <dcterms:modified xsi:type="dcterms:W3CDTF">2023-01-27T11:25:00Z</dcterms:modified>
</cp:coreProperties>
</file>